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306" w:rsidRDefault="00380306">
      <w:r>
        <w:t>BSH, N1310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02.06.2017</w:t>
      </w:r>
    </w:p>
    <w:p w:rsidR="00380306" w:rsidRDefault="00380306">
      <w:bookmarkStart w:id="0" w:name="_GoBack"/>
      <w:bookmarkEnd w:id="0"/>
    </w:p>
    <w:p w:rsidR="00380306" w:rsidRDefault="00380306"/>
    <w:p w:rsidR="000F09CD" w:rsidRDefault="00380306">
      <w:r>
        <w:t>Kontrollprofile:</w:t>
      </w:r>
    </w:p>
    <w:p w:rsidR="00380306" w:rsidRDefault="00380306" w:rsidP="00380306"/>
    <w:p w:rsidR="00380306" w:rsidRDefault="00380306" w:rsidP="00380306">
      <w:r>
        <w:tab/>
      </w:r>
      <w:r>
        <w:tab/>
      </w:r>
      <w:r>
        <w:tab/>
        <w:t>9001 Schnitt mit 221 - im Kontrollprofil = 4 Fehltiefen,</w:t>
      </w:r>
    </w:p>
    <w:p w:rsidR="00380306" w:rsidRDefault="00380306" w:rsidP="00380306">
      <w:r>
        <w:tab/>
      </w:r>
      <w:r>
        <w:tab/>
      </w:r>
      <w:r>
        <w:tab/>
        <w:t>9001 Schnitt mit 219 – im Kontrollprofil = 2 Fehltiefen</w:t>
      </w:r>
    </w:p>
    <w:p w:rsidR="00380306" w:rsidRDefault="00380306" w:rsidP="00380306">
      <w:r>
        <w:tab/>
      </w:r>
      <w:r>
        <w:tab/>
      </w:r>
      <w:r>
        <w:tab/>
        <w:t>9002 + 9003 okay</w:t>
      </w:r>
    </w:p>
    <w:p w:rsidR="00380306" w:rsidRDefault="00380306"/>
    <w:sectPr w:rsidR="0038030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306"/>
    <w:rsid w:val="000072E8"/>
    <w:rsid w:val="000F09CD"/>
    <w:rsid w:val="00380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873C398.dotm</Template>
  <TotalTime>0</TotalTime>
  <Pages>1</Pages>
  <Words>26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BSH</Company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Heike Gentz</dc:creator>
  <cp:lastModifiedBy>Heike Gentz</cp:lastModifiedBy>
  <cp:revision>1</cp:revision>
  <dcterms:created xsi:type="dcterms:W3CDTF">2017-06-02T13:01:00Z</dcterms:created>
  <dcterms:modified xsi:type="dcterms:W3CDTF">2017-06-02T13:03:00Z</dcterms:modified>
</cp:coreProperties>
</file>